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456FD6A" w:rsidR="00F1480E" w:rsidRPr="005404CB" w:rsidRDefault="00A3135C" w:rsidP="005404CB">
            <w:pPr>
              <w:pStyle w:val="SIUNITCODE"/>
            </w:pPr>
            <w:r>
              <w:t>AHC</w:t>
            </w:r>
            <w:r w:rsidR="008034E1">
              <w:t>ORG</w:t>
            </w:r>
            <w:r w:rsidR="004E78D7">
              <w:t>40</w:t>
            </w:r>
            <w:r w:rsidR="00007DE9">
              <w:t>5</w:t>
            </w:r>
          </w:p>
        </w:tc>
        <w:tc>
          <w:tcPr>
            <w:tcW w:w="3604" w:type="pct"/>
            <w:shd w:val="clear" w:color="auto" w:fill="auto"/>
          </w:tcPr>
          <w:p w14:paraId="01D80964" w14:textId="40325F22" w:rsidR="00F1480E" w:rsidRPr="005404CB" w:rsidRDefault="00007DE9" w:rsidP="005404CB">
            <w:pPr>
              <w:pStyle w:val="SIUnittitle"/>
            </w:pPr>
            <w:r w:rsidRPr="00007DE9">
              <w:t xml:space="preserve">Implement sustainable practices in the organic </w:t>
            </w:r>
            <w:proofErr w:type="gramStart"/>
            <w:r w:rsidRPr="00007DE9">
              <w:t>farm based</w:t>
            </w:r>
            <w:proofErr w:type="gramEnd"/>
            <w:r w:rsidRPr="00007DE9">
              <w:t xml:space="preserve"> business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97650F7" w14:textId="461D1330" w:rsidR="00007DE9" w:rsidRPr="00007DE9" w:rsidRDefault="00007DE9" w:rsidP="00007DE9">
            <w:pPr>
              <w:pStyle w:val="SIText"/>
            </w:pPr>
            <w:r w:rsidRPr="00007DE9">
              <w:t>This unit of competency describes the skills and knowledge required to manage the establishment and implementation of sustainable work practices in organic farming enterprises.</w:t>
            </w:r>
          </w:p>
          <w:p w14:paraId="1919797C" w14:textId="77777777" w:rsidR="00007DE9" w:rsidRPr="00007DE9" w:rsidRDefault="00007DE9" w:rsidP="00007DE9">
            <w:pPr>
              <w:pStyle w:val="SIText"/>
            </w:pPr>
          </w:p>
          <w:p w14:paraId="7ED3DA7B" w14:textId="5145DAA8" w:rsidR="00007DE9" w:rsidRPr="00007DE9" w:rsidRDefault="00B400A8" w:rsidP="00007DE9">
            <w:pPr>
              <w:pStyle w:val="SIText"/>
            </w:pPr>
            <w:r>
              <w:t>The</w:t>
            </w:r>
            <w:r w:rsidRPr="00007DE9">
              <w:t xml:space="preserve"> </w:t>
            </w:r>
            <w:r w:rsidR="00007DE9" w:rsidRPr="00007DE9">
              <w:t xml:space="preserve">unit applies to individuals who take responsibility for their own work and for the quality of the work of others within know parameters and use discretion and judgment in the selection, </w:t>
            </w:r>
            <w:proofErr w:type="gramStart"/>
            <w:r w:rsidR="00007DE9" w:rsidRPr="00007DE9">
              <w:t>allocation</w:t>
            </w:r>
            <w:proofErr w:type="gramEnd"/>
            <w:r w:rsidR="00007DE9" w:rsidRPr="00007DE9">
              <w:t xml:space="preserve"> and use of available resources.</w:t>
            </w:r>
          </w:p>
          <w:p w14:paraId="2071A84E" w14:textId="77777777" w:rsidR="00007DE9" w:rsidRPr="00007DE9" w:rsidRDefault="00007DE9" w:rsidP="00007DE9">
            <w:pPr>
              <w:pStyle w:val="SIText"/>
            </w:pPr>
          </w:p>
          <w:p w14:paraId="22C15BCD" w14:textId="1D2D15C1" w:rsidR="00373436" w:rsidRPr="000754EC" w:rsidRDefault="00007DE9" w:rsidP="00702FD9">
            <w:pPr>
              <w:pStyle w:val="SIText"/>
            </w:pPr>
            <w:r w:rsidRPr="00007DE9">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A1544" w:rsidRPr="00963A46" w14:paraId="7DB7C384" w14:textId="77777777" w:rsidTr="00CA2922">
        <w:trPr>
          <w:cantSplit/>
        </w:trPr>
        <w:tc>
          <w:tcPr>
            <w:tcW w:w="1396" w:type="pct"/>
            <w:shd w:val="clear" w:color="auto" w:fill="auto"/>
          </w:tcPr>
          <w:p w14:paraId="44EC0F01" w14:textId="6899FF01" w:rsidR="00CA1544" w:rsidRPr="00CA1544" w:rsidRDefault="00CA1544" w:rsidP="00CA1544">
            <w:pPr>
              <w:pStyle w:val="SIText"/>
            </w:pPr>
            <w:r w:rsidRPr="00CA1544">
              <w:t xml:space="preserve">1. Access the farm businesses guidelines and principles for social, </w:t>
            </w:r>
            <w:proofErr w:type="gramStart"/>
            <w:r w:rsidRPr="00CA1544">
              <w:t>financial</w:t>
            </w:r>
            <w:proofErr w:type="gramEnd"/>
            <w:r w:rsidRPr="00CA1544">
              <w:t xml:space="preserve"> and environmental sustainability</w:t>
            </w:r>
          </w:p>
        </w:tc>
        <w:tc>
          <w:tcPr>
            <w:tcW w:w="3604" w:type="pct"/>
            <w:shd w:val="clear" w:color="auto" w:fill="auto"/>
          </w:tcPr>
          <w:p w14:paraId="7363AC3F" w14:textId="0629AB58" w:rsidR="00CA1544" w:rsidRPr="00CA1544" w:rsidRDefault="00CA1544" w:rsidP="00CA1544">
            <w:r w:rsidRPr="00CA1544">
              <w:t xml:space="preserve">1.1 Identify environmental regulations, organic farming </w:t>
            </w:r>
            <w:r w:rsidR="00702FD9">
              <w:t>standards</w:t>
            </w:r>
            <w:r w:rsidR="00702FD9" w:rsidRPr="00CA1544">
              <w:t xml:space="preserve"> </w:t>
            </w:r>
            <w:r w:rsidRPr="00CA1544">
              <w:t xml:space="preserve">and the organic farm plan </w:t>
            </w:r>
          </w:p>
          <w:p w14:paraId="51D3D39D" w14:textId="7839D599" w:rsidR="00CA1544" w:rsidRPr="00CA1544" w:rsidRDefault="00CA1544" w:rsidP="00CA1544">
            <w:r w:rsidRPr="00CA1544">
              <w:t>1.2 Source and interpret environmental and sustainable organic farming best practice and principles</w:t>
            </w:r>
          </w:p>
          <w:p w14:paraId="466A0913" w14:textId="6D6C2847" w:rsidR="00CA1544" w:rsidRPr="00CA1544" w:rsidRDefault="00CA1544" w:rsidP="00CA1544">
            <w:r w:rsidRPr="00CA1544">
              <w:t xml:space="preserve">1.3 Identify impact of best practice guidelines and organic principles on </w:t>
            </w:r>
            <w:proofErr w:type="gramStart"/>
            <w:r w:rsidRPr="00CA1544">
              <w:t>day to day</w:t>
            </w:r>
            <w:proofErr w:type="gramEnd"/>
            <w:r w:rsidRPr="00CA1544">
              <w:t xml:space="preserve"> farm management</w:t>
            </w:r>
          </w:p>
          <w:p w14:paraId="6CEAEBFA" w14:textId="77777777" w:rsidR="00CA1544" w:rsidRPr="00CA1544" w:rsidRDefault="00CA1544" w:rsidP="00CA1544">
            <w:r w:rsidRPr="00CA1544">
              <w:t>1.4 Identify key sustainability practices for an organic farming enterprise</w:t>
            </w:r>
          </w:p>
          <w:p w14:paraId="4B044429" w14:textId="0BC89CEE" w:rsidR="00CA1544" w:rsidRPr="00CA1544" w:rsidRDefault="00CA1544" w:rsidP="00702FD9">
            <w:r w:rsidRPr="00CA1544">
              <w:t xml:space="preserve">1.5 Access </w:t>
            </w:r>
            <w:r w:rsidR="00702FD9" w:rsidRPr="00CA1544">
              <w:t xml:space="preserve">sustainable organic farming </w:t>
            </w:r>
            <w:r w:rsidR="00702FD9">
              <w:t xml:space="preserve">business guidelines, </w:t>
            </w:r>
            <w:proofErr w:type="gramStart"/>
            <w:r w:rsidR="00702FD9" w:rsidRPr="00CA1544">
              <w:t>principles</w:t>
            </w:r>
            <w:proofErr w:type="gramEnd"/>
            <w:r w:rsidR="00702FD9">
              <w:t xml:space="preserve"> and</w:t>
            </w:r>
            <w:r w:rsidRPr="00CA1544">
              <w:t xml:space="preserve"> farm practices</w:t>
            </w:r>
          </w:p>
        </w:tc>
      </w:tr>
      <w:tr w:rsidR="00CA1544" w:rsidRPr="00963A46" w14:paraId="711A21F0" w14:textId="77777777" w:rsidTr="00CA2922">
        <w:trPr>
          <w:cantSplit/>
        </w:trPr>
        <w:tc>
          <w:tcPr>
            <w:tcW w:w="1396" w:type="pct"/>
            <w:shd w:val="clear" w:color="auto" w:fill="auto"/>
          </w:tcPr>
          <w:p w14:paraId="48699A3E" w14:textId="1C20325A" w:rsidR="00CA1544" w:rsidRPr="00CA1544" w:rsidRDefault="00CA1544" w:rsidP="00CA1544">
            <w:pPr>
              <w:pStyle w:val="SIText"/>
            </w:pPr>
            <w:r w:rsidRPr="00CA1544">
              <w:t>2. Implement established farm business guidelines and principles</w:t>
            </w:r>
          </w:p>
        </w:tc>
        <w:tc>
          <w:tcPr>
            <w:tcW w:w="3604" w:type="pct"/>
            <w:shd w:val="clear" w:color="auto" w:fill="auto"/>
          </w:tcPr>
          <w:p w14:paraId="7E8C1FCB" w14:textId="2A38FC3A" w:rsidR="00CA1544" w:rsidRPr="00CA1544" w:rsidRDefault="00CA1544" w:rsidP="00CA1544">
            <w:r w:rsidRPr="00CA1544">
              <w:t>2.1 Implement strategies to effectively integrate sustainability principles and practices into organic farm system</w:t>
            </w:r>
          </w:p>
          <w:p w14:paraId="60AC98EB" w14:textId="5EADD852" w:rsidR="00CA1544" w:rsidRPr="00CA1544" w:rsidRDefault="00CA1544" w:rsidP="00CA1544">
            <w:r w:rsidRPr="00CA1544">
              <w:t xml:space="preserve">2.2 Identify continuous improvement opportunities and document changes </w:t>
            </w:r>
            <w:r w:rsidR="00702FD9">
              <w:t>identified in</w:t>
            </w:r>
            <w:r w:rsidRPr="00CA1544">
              <w:t xml:space="preserve">to businesses </w:t>
            </w:r>
            <w:r w:rsidR="00702FD9">
              <w:t>policies and procedures</w:t>
            </w:r>
          </w:p>
          <w:p w14:paraId="164F0907" w14:textId="477C9450" w:rsidR="00CA1544" w:rsidRPr="00CA1544" w:rsidRDefault="00CA1544" w:rsidP="00702FD9">
            <w:r w:rsidRPr="00CA1544">
              <w:t>2.3 Implement improvements to farm businesses</w:t>
            </w:r>
          </w:p>
        </w:tc>
      </w:tr>
      <w:tr w:rsidR="00CA1544" w:rsidRPr="00963A46" w14:paraId="3F89A880" w14:textId="77777777" w:rsidTr="00CA2922">
        <w:trPr>
          <w:cantSplit/>
        </w:trPr>
        <w:tc>
          <w:tcPr>
            <w:tcW w:w="1396" w:type="pct"/>
            <w:shd w:val="clear" w:color="auto" w:fill="auto"/>
          </w:tcPr>
          <w:p w14:paraId="0DD48B01" w14:textId="5D25CC9F" w:rsidR="00CA1544" w:rsidRPr="00CA1544" w:rsidRDefault="00CA1544" w:rsidP="00CA1544">
            <w:pPr>
              <w:pStyle w:val="SIText"/>
            </w:pPr>
            <w:r w:rsidRPr="00CA1544">
              <w:t>3. Monitor farm business sustainability initiatives for effectiveness and compliance</w:t>
            </w:r>
          </w:p>
        </w:tc>
        <w:tc>
          <w:tcPr>
            <w:tcW w:w="3604" w:type="pct"/>
            <w:shd w:val="clear" w:color="auto" w:fill="auto"/>
          </w:tcPr>
          <w:p w14:paraId="182132F7" w14:textId="43428E26" w:rsidR="00702FD9" w:rsidRDefault="00CA1544" w:rsidP="00CF291F">
            <w:r w:rsidRPr="00CA1544">
              <w:t xml:space="preserve">3.1 Monitor and evaluate effectiveness and compliance of organic and sustainability practices </w:t>
            </w:r>
          </w:p>
          <w:p w14:paraId="2B00249F" w14:textId="61A62378" w:rsidR="00CA1544" w:rsidRPr="00CA1544" w:rsidRDefault="00CA1544" w:rsidP="00CF291F">
            <w:r w:rsidRPr="00CA1544">
              <w:t>3.2 Evaluate and report changing trends and techniques relevant to sustainable organic farming for continuous improvement</w:t>
            </w:r>
          </w:p>
        </w:tc>
      </w:tr>
      <w:tr w:rsidR="00CA1544" w:rsidRPr="00963A46" w14:paraId="1EFC5A39" w14:textId="77777777" w:rsidTr="00CA2922">
        <w:trPr>
          <w:cantSplit/>
        </w:trPr>
        <w:tc>
          <w:tcPr>
            <w:tcW w:w="1396" w:type="pct"/>
            <w:shd w:val="clear" w:color="auto" w:fill="auto"/>
          </w:tcPr>
          <w:p w14:paraId="246F3CD6" w14:textId="7E1C979B" w:rsidR="00CA1544" w:rsidRPr="00CA1544" w:rsidRDefault="00CA1544" w:rsidP="00CA1544">
            <w:pPr>
              <w:pStyle w:val="SIText"/>
            </w:pPr>
            <w:r w:rsidRPr="00CA1544">
              <w:t>4. Engage farm business stakeholders in sustainability practices</w:t>
            </w:r>
          </w:p>
        </w:tc>
        <w:tc>
          <w:tcPr>
            <w:tcW w:w="3604" w:type="pct"/>
            <w:shd w:val="clear" w:color="auto" w:fill="auto"/>
          </w:tcPr>
          <w:p w14:paraId="21B34A40" w14:textId="180E2C6C" w:rsidR="00CA1544" w:rsidRPr="00CA1544" w:rsidRDefault="00CA1544" w:rsidP="00CA1544">
            <w:r w:rsidRPr="00CA1544">
              <w:t>4.1 Communicate sustainability strategies to</w:t>
            </w:r>
            <w:r w:rsidR="00702FD9">
              <w:t xml:space="preserve"> organic farm </w:t>
            </w:r>
            <w:r w:rsidRPr="00CA1544">
              <w:t xml:space="preserve">stakeholders </w:t>
            </w:r>
          </w:p>
          <w:p w14:paraId="76344B12" w14:textId="2554B6AF" w:rsidR="00CA1544" w:rsidRPr="00CA1544" w:rsidRDefault="00CA1544" w:rsidP="00CA1544">
            <w:r w:rsidRPr="00CA1544">
              <w:t>4.2 Monitor stakeholder</w:t>
            </w:r>
            <w:r w:rsidR="00702FD9">
              <w:t xml:space="preserve">s of </w:t>
            </w:r>
            <w:r w:rsidR="00702FD9" w:rsidRPr="00CA1544">
              <w:t>supply chain</w:t>
            </w:r>
            <w:r w:rsidR="00702FD9">
              <w:t xml:space="preserve"> and their </w:t>
            </w:r>
            <w:r w:rsidRPr="00CA1544">
              <w:t>compliance with organic sustainability strategies</w:t>
            </w:r>
            <w:r w:rsidR="00702FD9" w:rsidRPr="00CA1544">
              <w:t xml:space="preserve"> </w:t>
            </w:r>
          </w:p>
          <w:p w14:paraId="4F30D8DD" w14:textId="77777777" w:rsidR="00CA1544" w:rsidRPr="00CA1544" w:rsidRDefault="00CA1544" w:rsidP="00CA1544">
            <w:r w:rsidRPr="00CA1544">
              <w:t>4.3 Identify and document identified continuous improvement initiatives</w:t>
            </w:r>
          </w:p>
          <w:p w14:paraId="5A7D9650" w14:textId="3DF126A0" w:rsidR="00CA1544" w:rsidRPr="00CA1544" w:rsidRDefault="00CA1544" w:rsidP="00702FD9">
            <w:r w:rsidRPr="00CA1544">
              <w:t>4.4 Encourage and assist stakeholders to implement improvements to system</w:t>
            </w:r>
          </w:p>
        </w:tc>
      </w:tr>
      <w:tr w:rsidR="00CA1544" w:rsidRPr="00963A46" w14:paraId="4BFE9A82" w14:textId="77777777" w:rsidTr="00CA2922">
        <w:trPr>
          <w:cantSplit/>
        </w:trPr>
        <w:tc>
          <w:tcPr>
            <w:tcW w:w="1396" w:type="pct"/>
            <w:shd w:val="clear" w:color="auto" w:fill="auto"/>
          </w:tcPr>
          <w:p w14:paraId="521E0A68" w14:textId="6DE6CAE1" w:rsidR="00CA1544" w:rsidRPr="00CA1544" w:rsidRDefault="00CA1544" w:rsidP="00CA1544">
            <w:pPr>
              <w:pStyle w:val="SIText"/>
            </w:pPr>
            <w:r w:rsidRPr="00CA1544">
              <w:t>5. Determine Social Capital benefits from Community engagement with the farm enterprise</w:t>
            </w:r>
          </w:p>
        </w:tc>
        <w:tc>
          <w:tcPr>
            <w:tcW w:w="3604" w:type="pct"/>
            <w:shd w:val="clear" w:color="auto" w:fill="auto"/>
          </w:tcPr>
          <w:p w14:paraId="4E595C55" w14:textId="77777777" w:rsidR="00CA1544" w:rsidRPr="00CA1544" w:rsidRDefault="00CA1544" w:rsidP="00CA1544">
            <w:r w:rsidRPr="00CA1544">
              <w:t>5.1 Identify food security and food sovereignty issues addressed by farm business practices</w:t>
            </w:r>
          </w:p>
          <w:p w14:paraId="5538136D" w14:textId="722A0AD8" w:rsidR="00CA1544" w:rsidRPr="00CA1544" w:rsidRDefault="00CA1544" w:rsidP="00CA1544">
            <w:r w:rsidRPr="00CA1544">
              <w:t xml:space="preserve">5.2 Monitor compliance with regulatory and legislative requirements </w:t>
            </w:r>
            <w:r w:rsidR="00702FD9">
              <w:t xml:space="preserve">for </w:t>
            </w:r>
            <w:r w:rsidRPr="00CA1544">
              <w:t>labour management</w:t>
            </w:r>
          </w:p>
          <w:p w14:paraId="65821F7B" w14:textId="54E6271A" w:rsidR="00CA1544" w:rsidRPr="00CA1544" w:rsidRDefault="00CA1544" w:rsidP="00702FD9">
            <w:r w:rsidRPr="00CA1544">
              <w:t xml:space="preserve">5.3 Determine level </w:t>
            </w:r>
            <w:r w:rsidR="00702FD9">
              <w:t xml:space="preserve">of </w:t>
            </w:r>
            <w:r w:rsidRPr="00CA1544">
              <w:t xml:space="preserve">community engagement with local </w:t>
            </w:r>
            <w:r w:rsidR="00702FD9">
              <w:t>stakeholders</w:t>
            </w:r>
          </w:p>
        </w:tc>
      </w:tr>
    </w:tbl>
    <w:p w14:paraId="0A6E9C8C" w14:textId="77777777" w:rsidR="005F771F" w:rsidRDefault="005F771F" w:rsidP="005F771F">
      <w:pPr>
        <w:pStyle w:val="SIText"/>
      </w:pPr>
    </w:p>
    <w:p w14:paraId="3200C001" w14:textId="77777777" w:rsidR="00F1480E" w:rsidRPr="00DD0726" w:rsidRDefault="00F1480E" w:rsidP="00CF29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15065A4" w14:textId="77777777" w:rsidTr="00CA2922">
        <w:tc>
          <w:tcPr>
            <w:tcW w:w="1396" w:type="pct"/>
          </w:tcPr>
          <w:p w14:paraId="166E6F1B" w14:textId="7F083DF9" w:rsidR="00F1480E" w:rsidRPr="005404CB" w:rsidRDefault="00BA0334" w:rsidP="005404CB">
            <w:pPr>
              <w:pStyle w:val="SIText"/>
            </w:pPr>
            <w:r>
              <w:t>Reading</w:t>
            </w:r>
          </w:p>
        </w:tc>
        <w:tc>
          <w:tcPr>
            <w:tcW w:w="3604" w:type="pct"/>
          </w:tcPr>
          <w:p w14:paraId="6185B3D2" w14:textId="2DC24CDD" w:rsidR="00F1480E" w:rsidRPr="005404CB" w:rsidRDefault="00BA0334">
            <w:pPr>
              <w:pStyle w:val="SIBulletList1"/>
              <w:rPr>
                <w:rFonts w:eastAsia="Calibri"/>
              </w:rPr>
            </w:pPr>
            <w:r w:rsidRPr="00BA0334">
              <w:t xml:space="preserve">Critically analyse organic production principles, </w:t>
            </w:r>
            <w:proofErr w:type="gramStart"/>
            <w:r w:rsidRPr="00BA0334">
              <w:t>standards</w:t>
            </w:r>
            <w:proofErr w:type="gramEnd"/>
            <w:r w:rsidRPr="00BA0334">
              <w:t xml:space="preserve"> and certification procedures to ensure compliance</w:t>
            </w:r>
          </w:p>
        </w:tc>
      </w:tr>
      <w:tr w:rsidR="00F1480E" w:rsidRPr="00336FCA" w:rsidDel="00423CB2" w14:paraId="0655D844" w14:textId="77777777" w:rsidTr="00CA2922">
        <w:tc>
          <w:tcPr>
            <w:tcW w:w="1396" w:type="pct"/>
          </w:tcPr>
          <w:p w14:paraId="64582310" w14:textId="5D0E3189" w:rsidR="00F1480E" w:rsidRPr="005404CB" w:rsidRDefault="00BA0334" w:rsidP="005404CB">
            <w:pPr>
              <w:pStyle w:val="SIText"/>
            </w:pPr>
            <w:r>
              <w:t>Oral communication</w:t>
            </w:r>
          </w:p>
        </w:tc>
        <w:tc>
          <w:tcPr>
            <w:tcW w:w="3604" w:type="pct"/>
          </w:tcPr>
          <w:p w14:paraId="2B5C131C" w14:textId="40764D6A" w:rsidR="00F1480E" w:rsidRPr="005404CB" w:rsidRDefault="00BA0334">
            <w:pPr>
              <w:pStyle w:val="SIBulletList1"/>
              <w:rPr>
                <w:rFonts w:eastAsia="Calibri"/>
              </w:rPr>
            </w:pPr>
            <w:r w:rsidRPr="00BA0334">
              <w:t>Use collaborative and inclusive techniques including active listening</w:t>
            </w:r>
            <w:r>
              <w:t xml:space="preserve">, </w:t>
            </w:r>
            <w:proofErr w:type="gramStart"/>
            <w:r w:rsidRPr="00BA0334">
              <w:t>questioning</w:t>
            </w:r>
            <w:proofErr w:type="gramEnd"/>
            <w:r w:rsidRPr="00BA0334">
              <w:t xml:space="preserve"> and reading of verbal and non-verbal signals to convey and clarify information </w:t>
            </w:r>
            <w:r>
              <w:t>on sustainable organic farming to stakeholders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CF291F">
        <w:trPr>
          <w:trHeight w:val="943"/>
        </w:trPr>
        <w:tc>
          <w:tcPr>
            <w:tcW w:w="1028" w:type="pct"/>
          </w:tcPr>
          <w:p w14:paraId="48C51520" w14:textId="77777777" w:rsidR="00702FD9" w:rsidRPr="000754EC" w:rsidRDefault="00702FD9" w:rsidP="00702FD9">
            <w:pPr>
              <w:pStyle w:val="SIText"/>
            </w:pPr>
            <w:r w:rsidRPr="00007DE9">
              <w:t xml:space="preserve">AHCORG405 Implement sustainable practices in the organic </w:t>
            </w:r>
            <w:proofErr w:type="gramStart"/>
            <w:r w:rsidRPr="00007DE9">
              <w:t>farm based</w:t>
            </w:r>
            <w:proofErr w:type="gramEnd"/>
            <w:r w:rsidRPr="00007DE9">
              <w:t xml:space="preserve"> business</w:t>
            </w:r>
          </w:p>
          <w:p w14:paraId="18ED5BE1" w14:textId="69B7FC4B" w:rsidR="00041E59" w:rsidRPr="005404CB" w:rsidRDefault="00041E59" w:rsidP="005404CB">
            <w:pPr>
              <w:pStyle w:val="SIText"/>
            </w:pPr>
          </w:p>
        </w:tc>
        <w:tc>
          <w:tcPr>
            <w:tcW w:w="1105" w:type="pct"/>
          </w:tcPr>
          <w:p w14:paraId="64EA7AE3" w14:textId="3144994C" w:rsidR="00041E59" w:rsidRPr="005404CB" w:rsidRDefault="00702FD9" w:rsidP="005404CB">
            <w:pPr>
              <w:pStyle w:val="SIText"/>
            </w:pPr>
            <w:r w:rsidRPr="00702FD9">
              <w:t xml:space="preserve">AHCORG405 Implement sustainable practices in the organic </w:t>
            </w:r>
            <w:proofErr w:type="gramStart"/>
            <w:r w:rsidRPr="00702FD9">
              <w:t>farm based</w:t>
            </w:r>
            <w:proofErr w:type="gramEnd"/>
            <w:r w:rsidRPr="00702FD9">
              <w:t xml:space="preserve"> business</w:t>
            </w:r>
          </w:p>
        </w:tc>
        <w:tc>
          <w:tcPr>
            <w:tcW w:w="1251" w:type="pct"/>
          </w:tcPr>
          <w:p w14:paraId="217461EF" w14:textId="77777777" w:rsidR="00041E59" w:rsidRDefault="00B85A0C" w:rsidP="005404CB">
            <w:pPr>
              <w:pStyle w:val="SIText"/>
            </w:pPr>
            <w:r>
              <w:t>Minor changes to Application for clarity and brevity</w:t>
            </w:r>
          </w:p>
          <w:p w14:paraId="3E031D32" w14:textId="2B0017AD" w:rsidR="00B85A0C" w:rsidRPr="005404CB" w:rsidRDefault="00B85A0C" w:rsidP="005404CB">
            <w:pPr>
              <w:pStyle w:val="SIText"/>
            </w:pPr>
            <w:r>
              <w:t>Minor changes to Performance Criteria for clarity</w:t>
            </w:r>
          </w:p>
        </w:tc>
        <w:tc>
          <w:tcPr>
            <w:tcW w:w="1616" w:type="pct"/>
          </w:tcPr>
          <w:p w14:paraId="426455CD" w14:textId="094E584A" w:rsidR="00916CD7" w:rsidRPr="005404CB" w:rsidRDefault="006E25E4" w:rsidP="005404CB">
            <w:pPr>
              <w:pStyle w:val="SIText"/>
            </w:pPr>
            <w:r>
              <w:t>Equivalent</w:t>
            </w:r>
          </w:p>
        </w:tc>
      </w:tr>
    </w:tbl>
    <w:p w14:paraId="127C3A94" w14:textId="08DDDBE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37A2FCA1" w:rsidR="00556C4C" w:rsidRPr="005404CB" w:rsidRDefault="00556C4C" w:rsidP="005404CB">
            <w:pPr>
              <w:pStyle w:val="SIUnittitle"/>
            </w:pPr>
            <w:r w:rsidRPr="00F56827">
              <w:t xml:space="preserve">Assessment requirements for </w:t>
            </w:r>
            <w:r w:rsidR="00007DE9" w:rsidRPr="00007DE9">
              <w:t xml:space="preserve">AHCORG405 Implement sustainable practices in the organic </w:t>
            </w:r>
            <w:proofErr w:type="gramStart"/>
            <w:r w:rsidR="00007DE9" w:rsidRPr="00007DE9">
              <w:t>farm based</w:t>
            </w:r>
            <w:proofErr w:type="gramEnd"/>
            <w:r w:rsidR="00007DE9" w:rsidRPr="00007DE9">
              <w:t xml:space="preserve"> business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59D2049D" w14:textId="77777777" w:rsidR="00E84D25" w:rsidRDefault="00E84D25" w:rsidP="00E84D25">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6907CF7A" w14:textId="27C00681" w:rsidR="00E84D25" w:rsidRDefault="00E84D25" w:rsidP="00E84D25">
            <w:pPr>
              <w:pStyle w:val="SIText"/>
            </w:pPr>
            <w:r>
              <w:t xml:space="preserve">There must be evidence that the individual has on </w:t>
            </w:r>
            <w:proofErr w:type="spellStart"/>
            <w:r>
              <w:t>alt</w:t>
            </w:r>
            <w:proofErr w:type="spellEnd"/>
            <w:r>
              <w:t xml:space="preserve"> least one occasion implemented sustainable practices on an organic farm and has:</w:t>
            </w:r>
          </w:p>
          <w:p w14:paraId="0847BF94" w14:textId="71483309" w:rsidR="00CA1544" w:rsidRPr="00CA1544" w:rsidRDefault="00CA1544" w:rsidP="00CA1544">
            <w:pPr>
              <w:pStyle w:val="SIBulletList1"/>
            </w:pPr>
            <w:r w:rsidRPr="00CA1544">
              <w:t>identif</w:t>
            </w:r>
            <w:r w:rsidR="00E84D25">
              <w:t>ied</w:t>
            </w:r>
            <w:r w:rsidRPr="00CA1544">
              <w:t xml:space="preserve"> businesses guidelines and principles for social, </w:t>
            </w:r>
            <w:proofErr w:type="gramStart"/>
            <w:r w:rsidRPr="00CA1544">
              <w:t>financial</w:t>
            </w:r>
            <w:proofErr w:type="gramEnd"/>
            <w:r w:rsidRPr="00CA1544">
              <w:t xml:space="preserve"> and environmental sustainability</w:t>
            </w:r>
          </w:p>
          <w:p w14:paraId="438D393A" w14:textId="79DACE43" w:rsidR="00CA1544" w:rsidRPr="00CA1544" w:rsidRDefault="00CA1544" w:rsidP="00CA1544">
            <w:pPr>
              <w:pStyle w:val="SIBulletList1"/>
            </w:pPr>
            <w:r w:rsidRPr="00CA1544">
              <w:t>identif</w:t>
            </w:r>
            <w:r w:rsidR="00E84D25">
              <w:t>ied</w:t>
            </w:r>
            <w:r w:rsidRPr="00CA1544">
              <w:t xml:space="preserve"> and interpret</w:t>
            </w:r>
            <w:r w:rsidR="00E84D25">
              <w:t>ed</w:t>
            </w:r>
            <w:r w:rsidRPr="00CA1544">
              <w:t xml:space="preserve"> environmental regulations, sustainable organic farming requirements, farm plan and current best practice guidelines and principles</w:t>
            </w:r>
          </w:p>
          <w:p w14:paraId="1BD94335" w14:textId="44D89D86" w:rsidR="00CA1544" w:rsidRPr="00CA1544" w:rsidRDefault="00CA1544" w:rsidP="00CA1544">
            <w:pPr>
              <w:pStyle w:val="SIBulletList1"/>
            </w:pPr>
            <w:r w:rsidRPr="00CA1544">
              <w:t>implement</w:t>
            </w:r>
            <w:r w:rsidR="00E84D25">
              <w:t>ed</w:t>
            </w:r>
            <w:r w:rsidRPr="00CA1544">
              <w:t xml:space="preserve"> strategies to integrate sustainability principles and practices into farm system and identif</w:t>
            </w:r>
            <w:r w:rsidR="00E84D25">
              <w:t>ied</w:t>
            </w:r>
            <w:r w:rsidRPr="00CA1544">
              <w:t xml:space="preserve"> continuous improvement opportunities</w:t>
            </w:r>
          </w:p>
          <w:p w14:paraId="78F4199F" w14:textId="13A3B320" w:rsidR="00CA1544" w:rsidRPr="00CA1544" w:rsidRDefault="00CA1544" w:rsidP="00CA1544">
            <w:pPr>
              <w:pStyle w:val="SIBulletList1"/>
            </w:pPr>
            <w:r w:rsidRPr="00CA1544">
              <w:t>monitor</w:t>
            </w:r>
            <w:r w:rsidR="00E84D25">
              <w:t>ed</w:t>
            </w:r>
            <w:r w:rsidRPr="00CA1544">
              <w:t xml:space="preserve"> farm business sustainability initiatives for effectiveness and compliance</w:t>
            </w:r>
          </w:p>
          <w:p w14:paraId="4787F301" w14:textId="5C30EDE9" w:rsidR="00CA1544" w:rsidRPr="00CA1544" w:rsidRDefault="00CA1544" w:rsidP="00CA1544">
            <w:pPr>
              <w:pStyle w:val="SIBulletList1"/>
            </w:pPr>
            <w:r w:rsidRPr="00CA1544">
              <w:t>adopt</w:t>
            </w:r>
            <w:r w:rsidR="00E84D25">
              <w:t>ed</w:t>
            </w:r>
            <w:r w:rsidRPr="00CA1544">
              <w:t xml:space="preserve"> and document</w:t>
            </w:r>
            <w:r w:rsidR="00E84D25">
              <w:t>ed</w:t>
            </w:r>
            <w:r w:rsidRPr="00CA1544">
              <w:t xml:space="preserve"> continuous improvement initiatives</w:t>
            </w:r>
          </w:p>
          <w:p w14:paraId="6BFA69AA" w14:textId="7996F7F7" w:rsidR="006130F4" w:rsidRPr="005404CB" w:rsidRDefault="00CA1544" w:rsidP="00CF291F">
            <w:pPr>
              <w:pStyle w:val="SIBulletList1"/>
            </w:pPr>
            <w:r w:rsidRPr="00CA1544">
              <w:t>encourage</w:t>
            </w:r>
            <w:r w:rsidR="00E84D25">
              <w:t>d</w:t>
            </w:r>
            <w:r w:rsidRPr="00CA1544">
              <w:t xml:space="preserve"> staff and farm business stakeholders to embrace sustainability practices</w:t>
            </w:r>
            <w:r w:rsidR="00E84D25">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3AE1C22B" w14:textId="758F6303" w:rsidR="00E84D25" w:rsidRDefault="00E84D25" w:rsidP="00CF291F">
            <w:pPr>
              <w:pStyle w:val="SIText"/>
            </w:pPr>
            <w:r w:rsidRPr="00E84D25">
              <w:t>An individual must be able to demonstrate the knowledge required to perform the tasks outlined in the elements and performance criteria of this unit. This includes knowledge of:</w:t>
            </w:r>
          </w:p>
          <w:p w14:paraId="5826D6FD" w14:textId="0078F96A" w:rsidR="00CA1544" w:rsidRPr="00CA1544" w:rsidRDefault="00E84D25" w:rsidP="00CA1544">
            <w:pPr>
              <w:pStyle w:val="SIBulletList1"/>
            </w:pPr>
            <w:r>
              <w:t xml:space="preserve">Organic farming </w:t>
            </w:r>
            <w:r w:rsidR="00CA1544" w:rsidRPr="00CA1544">
              <w:t>best practice guidelines</w:t>
            </w:r>
          </w:p>
          <w:p w14:paraId="651290BC" w14:textId="77777777" w:rsidR="00CA1544" w:rsidRPr="00CA1544" w:rsidRDefault="00CA1544" w:rsidP="00CA1544">
            <w:pPr>
              <w:pStyle w:val="SIBulletList1"/>
            </w:pPr>
            <w:r w:rsidRPr="00CA1544">
              <w:t>principles and processes relevant to sustainable organic farming</w:t>
            </w:r>
          </w:p>
          <w:p w14:paraId="280D5C86" w14:textId="4B0E466C" w:rsidR="00E84D25" w:rsidRDefault="00CA1544" w:rsidP="00CA1544">
            <w:pPr>
              <w:pStyle w:val="SIBulletList1"/>
            </w:pPr>
            <w:r w:rsidRPr="00CA1544">
              <w:t xml:space="preserve">compliance requirements for all relevant environmental/sustainability legislation, </w:t>
            </w:r>
            <w:proofErr w:type="gramStart"/>
            <w:r w:rsidRPr="00CA1544">
              <w:t>regulations</w:t>
            </w:r>
            <w:proofErr w:type="gramEnd"/>
            <w:r w:rsidRPr="00CA1544">
              <w:t xml:space="preserve"> and codes of practice</w:t>
            </w:r>
            <w:r w:rsidR="00E84D25">
              <w:t>,</w:t>
            </w:r>
            <w:r w:rsidRPr="00CA1544">
              <w:t xml:space="preserve"> including</w:t>
            </w:r>
            <w:r w:rsidR="00E84D25">
              <w:t>:</w:t>
            </w:r>
          </w:p>
          <w:p w14:paraId="7DB07592" w14:textId="18D65491" w:rsidR="00E84D25" w:rsidRDefault="00CA1544" w:rsidP="00CF291F">
            <w:pPr>
              <w:pStyle w:val="SIBulletList2"/>
            </w:pPr>
            <w:r w:rsidRPr="00CA1544">
              <w:t>resource hazards/risks associated with work area</w:t>
            </w:r>
          </w:p>
          <w:p w14:paraId="14475A8F" w14:textId="7176F67F" w:rsidR="00CA1544" w:rsidRPr="00CA1544" w:rsidRDefault="00CA1544" w:rsidP="00CF291F">
            <w:pPr>
              <w:pStyle w:val="SIBulletList2"/>
            </w:pPr>
            <w:r w:rsidRPr="00CA1544">
              <w:t>job specifications and procedures</w:t>
            </w:r>
          </w:p>
          <w:p w14:paraId="46A1D4B2" w14:textId="2020727B" w:rsidR="00E84D25" w:rsidRDefault="00CA1544" w:rsidP="00CA1544">
            <w:pPr>
              <w:pStyle w:val="SIBulletList1"/>
            </w:pPr>
            <w:r w:rsidRPr="00CA1544">
              <w:t>sustainability issues</w:t>
            </w:r>
            <w:r w:rsidR="00E84D25" w:rsidRPr="00CA1544">
              <w:t xml:space="preserve"> relate to an organic farm</w:t>
            </w:r>
            <w:r w:rsidR="00E84D25">
              <w:t>,</w:t>
            </w:r>
            <w:r w:rsidRPr="00CA1544">
              <w:t xml:space="preserve"> including</w:t>
            </w:r>
            <w:r w:rsidR="00E84D25">
              <w:t>:</w:t>
            </w:r>
          </w:p>
          <w:p w14:paraId="4C56902F" w14:textId="7BDB4C56" w:rsidR="00E84D25" w:rsidRDefault="00CA1544" w:rsidP="00CF291F">
            <w:pPr>
              <w:pStyle w:val="SIBulletList2"/>
            </w:pPr>
            <w:r w:rsidRPr="00CA1544">
              <w:t>environmental</w:t>
            </w:r>
          </w:p>
          <w:p w14:paraId="59DE5319" w14:textId="270C7628" w:rsidR="00E84D25" w:rsidRDefault="00CA1544" w:rsidP="00CF291F">
            <w:pPr>
              <w:pStyle w:val="SIBulletList2"/>
            </w:pPr>
            <w:r w:rsidRPr="00CA1544">
              <w:t>social issues</w:t>
            </w:r>
          </w:p>
          <w:p w14:paraId="1069E6C2" w14:textId="241D9A33" w:rsidR="00CA1544" w:rsidRPr="00CA1544" w:rsidRDefault="00E84D25" w:rsidP="00CF291F">
            <w:pPr>
              <w:pStyle w:val="SIBulletList2"/>
            </w:pPr>
            <w:r>
              <w:t>economic</w:t>
            </w:r>
          </w:p>
          <w:p w14:paraId="5C8CD985" w14:textId="2D733738" w:rsidR="006130F4" w:rsidRPr="005404CB" w:rsidRDefault="00CA1544" w:rsidP="00CF291F">
            <w:pPr>
              <w:pStyle w:val="SIBulletList1"/>
            </w:pPr>
            <w:r w:rsidRPr="00CA1544">
              <w:t>external benchmarks used within an organic farming enterprise, including approaches to improving techniques used and expected outcomes</w:t>
            </w:r>
            <w:r w:rsidR="00E84D25">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8C6D6B4" w14:textId="77777777" w:rsidR="00E84D25" w:rsidRPr="00E84D25" w:rsidRDefault="00E84D25" w:rsidP="00CF291F">
            <w:pPr>
              <w:pStyle w:val="SIText"/>
            </w:pPr>
            <w:r w:rsidRPr="00E84D25">
              <w:t xml:space="preserve">Assessment of the skills in this unit of competency must take place under the following conditions: </w:t>
            </w:r>
          </w:p>
          <w:p w14:paraId="0F2796C7" w14:textId="77777777" w:rsidR="00E84D25" w:rsidRPr="00E84D25" w:rsidRDefault="00E84D25" w:rsidP="00CF291F">
            <w:pPr>
              <w:pStyle w:val="SIBulletList1"/>
            </w:pPr>
            <w:r w:rsidRPr="00E84D25">
              <w:t>physical conditions:</w:t>
            </w:r>
          </w:p>
          <w:p w14:paraId="7CD00C88" w14:textId="6E568863" w:rsidR="00E84D25" w:rsidRPr="00E84D25" w:rsidRDefault="00E84D25" w:rsidP="00E84D25">
            <w:pPr>
              <w:pStyle w:val="SIBulletList2"/>
            </w:pPr>
            <w:r w:rsidRPr="00E84D25">
              <w:t xml:space="preserve">skills must be demonstrated </w:t>
            </w:r>
            <w:r>
              <w:t>on an organic farm o</w:t>
            </w:r>
            <w:r w:rsidRPr="00E84D25">
              <w:t>r an environment that accurately represents workplace conditions</w:t>
            </w:r>
          </w:p>
          <w:p w14:paraId="547DBF1B" w14:textId="77777777" w:rsidR="00E84D25" w:rsidRPr="00E84D25" w:rsidRDefault="00E84D25" w:rsidP="00CF291F">
            <w:pPr>
              <w:pStyle w:val="SIBulletList1"/>
            </w:pPr>
            <w:r w:rsidRPr="00E84D25">
              <w:t xml:space="preserve">resources, </w:t>
            </w:r>
            <w:proofErr w:type="gramStart"/>
            <w:r w:rsidRPr="00E84D25">
              <w:t>equipment</w:t>
            </w:r>
            <w:proofErr w:type="gramEnd"/>
            <w:r w:rsidRPr="00E84D25">
              <w:t xml:space="preserve"> and materials:</w:t>
            </w:r>
          </w:p>
          <w:p w14:paraId="771958D4" w14:textId="0E47B7AB" w:rsidR="00E84D25" w:rsidRPr="00E84D25" w:rsidRDefault="00E84D25" w:rsidP="00E84D25">
            <w:pPr>
              <w:pStyle w:val="SIBulletList2"/>
            </w:pPr>
            <w:r w:rsidRPr="00E84D25">
              <w:t xml:space="preserve">use of </w:t>
            </w:r>
            <w:r>
              <w:t xml:space="preserve">research </w:t>
            </w:r>
            <w:r w:rsidRPr="00E84D25">
              <w:t>tools and equipment</w:t>
            </w:r>
          </w:p>
          <w:p w14:paraId="00947DBF" w14:textId="77777777" w:rsidR="00E84D25" w:rsidRPr="00E84D25" w:rsidRDefault="00E84D25" w:rsidP="00CF291F">
            <w:pPr>
              <w:pStyle w:val="SIBulletList1"/>
            </w:pPr>
            <w:r w:rsidRPr="00E84D25">
              <w:t>specifications:</w:t>
            </w:r>
          </w:p>
          <w:p w14:paraId="5BA8C261" w14:textId="77777777" w:rsidR="00E84D25" w:rsidRPr="00E84D25" w:rsidRDefault="00E84D25" w:rsidP="00E84D25">
            <w:pPr>
              <w:pStyle w:val="SIBulletList2"/>
            </w:pPr>
            <w:r w:rsidRPr="00E84D25">
              <w:t>use of workplace policies, procedures, processes</w:t>
            </w:r>
          </w:p>
          <w:p w14:paraId="238CF35F" w14:textId="38747EFB" w:rsidR="00E84D25" w:rsidRPr="00E84D25" w:rsidRDefault="00E84D25" w:rsidP="00E84D25">
            <w:pPr>
              <w:pStyle w:val="SIBulletList2"/>
            </w:pPr>
            <w:r w:rsidRPr="00E84D25">
              <w:t xml:space="preserve">access to specific </w:t>
            </w:r>
            <w:r>
              <w:t xml:space="preserve">sustainability and organic farming </w:t>
            </w:r>
            <w:r w:rsidRPr="00E84D25">
              <w:t>legislation</w:t>
            </w:r>
            <w:r>
              <w:t xml:space="preserve"> and </w:t>
            </w:r>
            <w:r w:rsidRPr="00E84D25">
              <w:t>codes of practice</w:t>
            </w:r>
          </w:p>
          <w:p w14:paraId="71614260" w14:textId="77777777" w:rsidR="00E84D25" w:rsidRPr="00E84D25" w:rsidRDefault="00E84D25" w:rsidP="00CF291F">
            <w:pPr>
              <w:pStyle w:val="SIBulletList1"/>
            </w:pPr>
            <w:r w:rsidRPr="00E84D25">
              <w:t>relationships:</w:t>
            </w:r>
          </w:p>
          <w:p w14:paraId="3B3C45ED" w14:textId="509DFFF2" w:rsidR="00E84D25" w:rsidRPr="00E84D25" w:rsidRDefault="00E84D25" w:rsidP="00E84D25">
            <w:pPr>
              <w:pStyle w:val="SIBulletList2"/>
            </w:pPr>
            <w:r>
              <w:t>stakeholders</w:t>
            </w:r>
          </w:p>
          <w:p w14:paraId="0A03BD2C" w14:textId="37D5F6AC" w:rsidR="00E84D25" w:rsidRPr="00E84D25" w:rsidRDefault="00E84D25">
            <w:pPr>
              <w:pStyle w:val="SIBulletList2"/>
            </w:pPr>
            <w:r>
              <w:t>work team</w:t>
            </w:r>
          </w:p>
          <w:p w14:paraId="759850B7" w14:textId="06B80EDF" w:rsidR="0011400B" w:rsidRPr="005404CB" w:rsidRDefault="00E84D25" w:rsidP="0011400B">
            <w:pPr>
              <w:pStyle w:val="SIText"/>
              <w:rPr>
                <w:rFonts w:eastAsia="Calibri"/>
              </w:rPr>
            </w:pPr>
            <w:r w:rsidRPr="00E84D25">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BA0334">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4B58E92B" w:rsidR="009C2650" w:rsidRPr="000754EC" w:rsidRDefault="00CF291F"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w:t>
    </w:r>
    <w:r w:rsidR="00007DE9" w:rsidRPr="00007DE9">
      <w:t xml:space="preserve">AHCORG405 Implement sustainable practices in the organic </w:t>
    </w:r>
    <w:proofErr w:type="gramStart"/>
    <w:r w:rsidR="00007DE9" w:rsidRPr="00007DE9">
      <w:t>farm based</w:t>
    </w:r>
    <w:proofErr w:type="gramEnd"/>
    <w:r w:rsidR="00007DE9" w:rsidRPr="00007DE9">
      <w:t xml:space="preserve"> business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3"/>
  </w:num>
  <w:num w:numId="4">
    <w:abstractNumId w:val="22"/>
  </w:num>
  <w:num w:numId="5">
    <w:abstractNumId w:val="1"/>
  </w:num>
  <w:num w:numId="6">
    <w:abstractNumId w:val="10"/>
  </w:num>
  <w:num w:numId="7">
    <w:abstractNumId w:val="2"/>
  </w:num>
  <w:num w:numId="8">
    <w:abstractNumId w:val="0"/>
  </w:num>
  <w:num w:numId="9">
    <w:abstractNumId w:val="21"/>
  </w:num>
  <w:num w:numId="10">
    <w:abstractNumId w:val="14"/>
  </w:num>
  <w:num w:numId="11">
    <w:abstractNumId w:val="19"/>
  </w:num>
  <w:num w:numId="12">
    <w:abstractNumId w:val="16"/>
  </w:num>
  <w:num w:numId="13">
    <w:abstractNumId w:val="23"/>
  </w:num>
  <w:num w:numId="14">
    <w:abstractNumId w:val="5"/>
  </w:num>
  <w:num w:numId="15">
    <w:abstractNumId w:val="6"/>
  </w:num>
  <w:num w:numId="16">
    <w:abstractNumId w:val="24"/>
  </w:num>
  <w:num w:numId="17">
    <w:abstractNumId w:val="18"/>
  </w:num>
  <w:num w:numId="18">
    <w:abstractNumId w:val="9"/>
  </w:num>
  <w:num w:numId="19">
    <w:abstractNumId w:val="8"/>
  </w:num>
  <w:num w:numId="20">
    <w:abstractNumId w:val="12"/>
  </w:num>
  <w:num w:numId="21">
    <w:abstractNumId w:val="13"/>
  </w:num>
  <w:num w:numId="22">
    <w:abstractNumId w:val="17"/>
  </w:num>
  <w:num w:numId="23">
    <w:abstractNumId w:val="15"/>
  </w:num>
  <w:num w:numId="24">
    <w:abstractNumId w:val="4"/>
  </w:num>
  <w:num w:numId="25">
    <w:abstractNumId w:val="2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043"/>
    <w:rsid w:val="0009093B"/>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2FD9"/>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A9E"/>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86790"/>
    <w:rsid w:val="008908DE"/>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00A8"/>
    <w:rsid w:val="00B443EE"/>
    <w:rsid w:val="00B560C8"/>
    <w:rsid w:val="00B61150"/>
    <w:rsid w:val="00B65BC7"/>
    <w:rsid w:val="00B746B9"/>
    <w:rsid w:val="00B848D4"/>
    <w:rsid w:val="00B85A0C"/>
    <w:rsid w:val="00B865B7"/>
    <w:rsid w:val="00BA0334"/>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4522"/>
    <w:rsid w:val="00C96AF3"/>
    <w:rsid w:val="00C97CCC"/>
    <w:rsid w:val="00CA0274"/>
    <w:rsid w:val="00CA139A"/>
    <w:rsid w:val="00CA1544"/>
    <w:rsid w:val="00CB746F"/>
    <w:rsid w:val="00CC451E"/>
    <w:rsid w:val="00CD187A"/>
    <w:rsid w:val="00CD4E9D"/>
    <w:rsid w:val="00CD4F4D"/>
    <w:rsid w:val="00CE7D19"/>
    <w:rsid w:val="00CF0CF5"/>
    <w:rsid w:val="00CF291F"/>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4CD8"/>
    <w:rsid w:val="00E35064"/>
    <w:rsid w:val="00E3681D"/>
    <w:rsid w:val="00E40225"/>
    <w:rsid w:val="00E501F0"/>
    <w:rsid w:val="00E6166D"/>
    <w:rsid w:val="00E84D25"/>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CF291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3E64344-016A-4514-B695-F44CBF08B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6718E6-B396-49F4-BA94-0DEC619DE477}">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3fbd0e8e-82e5-4f83-89a2-7dbad393fe30"/>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140</TotalTime>
  <Pages>3</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35</cp:revision>
  <cp:lastPrinted>2016-05-27T05:21:00Z</cp:lastPrinted>
  <dcterms:created xsi:type="dcterms:W3CDTF">2021-09-14T01:14:00Z</dcterms:created>
  <dcterms:modified xsi:type="dcterms:W3CDTF">2022-02-11T00:02:00Z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